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2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8"/>
        <w:gridCol w:w="3120"/>
      </w:tblGrid>
      <w:tr w:rsidR="00E6279B" w:rsidRPr="002F72BA" w14:paraId="499B29DE" w14:textId="77777777">
        <w:tc>
          <w:tcPr>
            <w:tcW w:w="6408" w:type="dxa"/>
          </w:tcPr>
          <w:p w14:paraId="499B29DB" w14:textId="77777777" w:rsidR="00E6279B" w:rsidRPr="002F72BA" w:rsidRDefault="00E6279B" w:rsidP="00E6279B">
            <w:pPr>
              <w:spacing w:line="320" w:lineRule="atLeast"/>
              <w:ind w:right="252"/>
              <w:rPr>
                <w:rFonts w:cs="Arial"/>
                <w:szCs w:val="20"/>
              </w:rPr>
            </w:pPr>
            <w:r w:rsidRPr="00F96099">
              <w:rPr>
                <w:szCs w:val="20"/>
              </w:rPr>
              <w:t xml:space="preserve">This activity investigates some </w:t>
            </w:r>
            <w:r>
              <w:rPr>
                <w:szCs w:val="20"/>
              </w:rPr>
              <w:t>transformations of</w:t>
            </w:r>
            <w:r w:rsidRPr="00F96099">
              <w:rPr>
                <w:szCs w:val="20"/>
              </w:rPr>
              <w:t xml:space="preserve"> functions. The graph of a function </w:t>
            </w:r>
            <w:r w:rsidRPr="00022953">
              <w:rPr>
                <w:i/>
                <w:szCs w:val="20"/>
              </w:rPr>
              <w:t>y</w:t>
            </w:r>
            <w:r w:rsidRPr="00F96099">
              <w:rPr>
                <w:szCs w:val="20"/>
              </w:rPr>
              <w:t xml:space="preserve"> = </w:t>
            </w:r>
            <w:r w:rsidRPr="00022953">
              <w:rPr>
                <w:i/>
                <w:szCs w:val="20"/>
              </w:rPr>
              <w:t>f</w:t>
            </w:r>
            <w:r w:rsidRPr="00F96099">
              <w:rPr>
                <w:szCs w:val="20"/>
              </w:rPr>
              <w:t>(</w:t>
            </w:r>
            <w:r w:rsidRPr="00022953">
              <w:rPr>
                <w:i/>
                <w:szCs w:val="20"/>
              </w:rPr>
              <w:t>x</w:t>
            </w:r>
            <w:r w:rsidRPr="00F96099">
              <w:rPr>
                <w:szCs w:val="20"/>
              </w:rPr>
              <w:t xml:space="preserve">) will be </w:t>
            </w:r>
            <w:r w:rsidRPr="00F96099">
              <w:rPr>
                <w:i/>
                <w:szCs w:val="20"/>
              </w:rPr>
              <w:t>translated</w:t>
            </w:r>
            <w:r w:rsidR="00957BEA">
              <w:rPr>
                <w:szCs w:val="20"/>
              </w:rPr>
              <w:t xml:space="preserve"> and </w:t>
            </w:r>
            <w:r w:rsidR="00957BEA">
              <w:rPr>
                <w:i/>
                <w:szCs w:val="20"/>
              </w:rPr>
              <w:t>dilated</w:t>
            </w:r>
            <w:r w:rsidRPr="00F96099">
              <w:rPr>
                <w:szCs w:val="20"/>
              </w:rPr>
              <w:t>. You will be able to compare the new graph with the original to determine the impact of changes to the function on the graph.</w:t>
            </w:r>
          </w:p>
          <w:p w14:paraId="499B29DC" w14:textId="77777777" w:rsidR="00E6279B" w:rsidRPr="002F72BA" w:rsidRDefault="00E6279B" w:rsidP="00E6279B">
            <w:pPr>
              <w:spacing w:line="320" w:lineRule="atLeast"/>
              <w:ind w:left="720" w:right="504"/>
              <w:rPr>
                <w:rFonts w:cs="Arial"/>
                <w:szCs w:val="20"/>
              </w:rPr>
            </w:pPr>
          </w:p>
        </w:tc>
        <w:tc>
          <w:tcPr>
            <w:tcW w:w="3120" w:type="dxa"/>
          </w:tcPr>
          <w:p w14:paraId="499B29DD" w14:textId="77777777" w:rsidR="00E6279B" w:rsidRPr="002F72BA" w:rsidRDefault="00957BEA" w:rsidP="00E6279B">
            <w:pPr>
              <w:spacing w:line="320" w:lineRule="atLeast"/>
              <w:rPr>
                <w:rFonts w:cs="Arial"/>
                <w:szCs w:val="20"/>
              </w:rPr>
            </w:pPr>
            <w:r w:rsidRPr="00E50118">
              <w:rPr>
                <w:noProof/>
              </w:rPr>
              <w:drawing>
                <wp:inline distT="0" distB="0" distL="0" distR="0" wp14:anchorId="499B2A2A" wp14:editId="499B2A2B">
                  <wp:extent cx="1838325" cy="1390650"/>
                  <wp:effectExtent l="0" t="0" r="9525" b="0"/>
                  <wp:docPr id="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9B29DF" w14:textId="77777777" w:rsidR="00E6279B" w:rsidRPr="008E6F0B" w:rsidRDefault="00E6279B" w:rsidP="00E6279B">
      <w:pPr>
        <w:spacing w:line="320" w:lineRule="atLeast"/>
        <w:rPr>
          <w:rFonts w:cs="Arial"/>
          <w:szCs w:val="20"/>
        </w:rPr>
      </w:pPr>
    </w:p>
    <w:tbl>
      <w:tblPr>
        <w:tblW w:w="9528" w:type="dxa"/>
        <w:tblLayout w:type="fixed"/>
        <w:tblLook w:val="01E0" w:firstRow="1" w:lastRow="1" w:firstColumn="1" w:lastColumn="1" w:noHBand="0" w:noVBand="0"/>
      </w:tblPr>
      <w:tblGrid>
        <w:gridCol w:w="8100"/>
        <w:gridCol w:w="1428"/>
      </w:tblGrid>
      <w:tr w:rsidR="00CA3500" w:rsidRPr="002F72BA" w14:paraId="14309EF2" w14:textId="77777777" w:rsidTr="002A2565">
        <w:trPr>
          <w:gridAfter w:val="1"/>
          <w:wAfter w:w="1428" w:type="dxa"/>
        </w:trPr>
        <w:tc>
          <w:tcPr>
            <w:tcW w:w="8100" w:type="dxa"/>
          </w:tcPr>
          <w:p w14:paraId="7310997A" w14:textId="77777777" w:rsidR="002A2565" w:rsidRDefault="00CA3500" w:rsidP="00E6279B">
            <w:pPr>
              <w:spacing w:line="320" w:lineRule="atLeast"/>
              <w:ind w:right="504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From the home screen</w:t>
            </w:r>
            <w:r w:rsidR="002A2565">
              <w:rPr>
                <w:rFonts w:cs="Arial"/>
                <w:b/>
                <w:szCs w:val="20"/>
              </w:rPr>
              <w:t>, choose 2: My Documents.</w:t>
            </w:r>
          </w:p>
          <w:p w14:paraId="2A079623" w14:textId="77777777" w:rsidR="002A2565" w:rsidRDefault="002A2565" w:rsidP="00E6279B">
            <w:pPr>
              <w:spacing w:line="320" w:lineRule="atLeast"/>
              <w:ind w:right="504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Choose your class period folder.</w:t>
            </w:r>
          </w:p>
          <w:p w14:paraId="6AF048CC" w14:textId="77777777" w:rsidR="002A2565" w:rsidRPr="002F72BA" w:rsidRDefault="002A2565" w:rsidP="002A2565">
            <w:pPr>
              <w:spacing w:line="320" w:lineRule="atLeast"/>
              <w:rPr>
                <w:rFonts w:cs="Arial"/>
                <w:szCs w:val="20"/>
              </w:rPr>
            </w:pPr>
            <w:r w:rsidRPr="002F72BA">
              <w:rPr>
                <w:rFonts w:cs="Arial"/>
                <w:b/>
                <w:szCs w:val="20"/>
              </w:rPr>
              <w:t xml:space="preserve">Open the TI-Nspire document </w:t>
            </w:r>
            <w:proofErr w:type="spellStart"/>
            <w:r>
              <w:rPr>
                <w:b/>
                <w:i/>
              </w:rPr>
              <w:t>Transformations_of_</w:t>
            </w:r>
            <w:r w:rsidRPr="002F523A">
              <w:rPr>
                <w:b/>
                <w:i/>
              </w:rPr>
              <w:t>Functions</w:t>
            </w:r>
            <w:proofErr w:type="spellEnd"/>
            <w:r>
              <w:rPr>
                <w:b/>
                <w:i/>
              </w:rPr>
              <w:t xml:space="preserve"> - </w:t>
            </w:r>
            <w:proofErr w:type="spellStart"/>
            <w:r>
              <w:rPr>
                <w:b/>
                <w:i/>
              </w:rPr>
              <w:t>Sub</w:t>
            </w:r>
            <w:r w:rsidRPr="002F72BA">
              <w:rPr>
                <w:rFonts w:cs="Arial"/>
                <w:b/>
                <w:i/>
                <w:szCs w:val="20"/>
              </w:rPr>
              <w:t>.tns</w:t>
            </w:r>
            <w:proofErr w:type="spellEnd"/>
            <w:r w:rsidRPr="002F72BA">
              <w:rPr>
                <w:rFonts w:cs="Arial"/>
                <w:b/>
                <w:i/>
                <w:szCs w:val="20"/>
              </w:rPr>
              <w:t>.</w:t>
            </w:r>
          </w:p>
          <w:p w14:paraId="5DF17C0B" w14:textId="62A7794F" w:rsidR="002A2565" w:rsidRPr="002F72BA" w:rsidRDefault="002A2565" w:rsidP="00E6279B">
            <w:pPr>
              <w:spacing w:line="320" w:lineRule="atLeast"/>
              <w:ind w:right="504"/>
              <w:rPr>
                <w:rFonts w:cs="Arial"/>
                <w:b/>
                <w:szCs w:val="20"/>
              </w:rPr>
            </w:pPr>
          </w:p>
        </w:tc>
      </w:tr>
      <w:tr w:rsidR="00EC1521" w:rsidRPr="002F72BA" w14:paraId="499B29E2" w14:textId="77777777" w:rsidTr="002A2565">
        <w:trPr>
          <w:gridAfter w:val="1"/>
          <w:wAfter w:w="1428" w:type="dxa"/>
        </w:trPr>
        <w:tc>
          <w:tcPr>
            <w:tcW w:w="8100" w:type="dxa"/>
          </w:tcPr>
          <w:p w14:paraId="499B29E0" w14:textId="313C5018" w:rsidR="00EC1521" w:rsidRPr="00211A1C" w:rsidRDefault="00EC1521" w:rsidP="00E6279B">
            <w:pPr>
              <w:spacing w:line="320" w:lineRule="atLeast"/>
              <w:ind w:right="504"/>
              <w:rPr>
                <w:rFonts w:cs="Arial"/>
                <w:szCs w:val="20"/>
              </w:rPr>
            </w:pPr>
            <w:r w:rsidRPr="002F72BA">
              <w:rPr>
                <w:rFonts w:cs="Arial"/>
                <w:b/>
                <w:szCs w:val="20"/>
              </w:rPr>
              <w:t>Move to</w:t>
            </w:r>
            <w:r>
              <w:rPr>
                <w:rFonts w:cs="Arial"/>
                <w:b/>
                <w:szCs w:val="20"/>
              </w:rPr>
              <w:t xml:space="preserve"> page </w:t>
            </w:r>
            <w:r w:rsidR="006412A3">
              <w:rPr>
                <w:rFonts w:cs="Arial"/>
                <w:b/>
                <w:szCs w:val="20"/>
              </w:rPr>
              <w:t>1.2</w:t>
            </w:r>
            <w:r w:rsidR="002A2565">
              <w:rPr>
                <w:rFonts w:cs="Arial"/>
                <w:b/>
                <w:szCs w:val="20"/>
              </w:rPr>
              <w:t>.</w:t>
            </w:r>
            <w:r w:rsidR="00211A1C">
              <w:rPr>
                <w:rFonts w:cs="Arial"/>
                <w:b/>
                <w:szCs w:val="20"/>
              </w:rPr>
              <w:t xml:space="preserve"> </w:t>
            </w:r>
            <w:r w:rsidR="00211A1C">
              <w:rPr>
                <w:rFonts w:cs="Arial"/>
                <w:szCs w:val="20"/>
              </w:rPr>
              <w:t>Press ctrl then right click on the touchpad.</w:t>
            </w:r>
          </w:p>
          <w:p w14:paraId="499B29E1" w14:textId="77777777" w:rsidR="00EC1521" w:rsidRPr="002F72BA" w:rsidRDefault="00EC1521" w:rsidP="00E6279B">
            <w:pPr>
              <w:spacing w:line="320" w:lineRule="atLeast"/>
              <w:ind w:right="504"/>
              <w:rPr>
                <w:rFonts w:cs="Arial"/>
                <w:b/>
                <w:szCs w:val="20"/>
              </w:rPr>
            </w:pPr>
          </w:p>
        </w:tc>
      </w:tr>
      <w:tr w:rsidR="00E6279B" w:rsidRPr="002F72BA" w14:paraId="499B29EE" w14:textId="77777777">
        <w:tc>
          <w:tcPr>
            <w:tcW w:w="9528" w:type="dxa"/>
            <w:gridSpan w:val="2"/>
          </w:tcPr>
          <w:p w14:paraId="499B29E3" w14:textId="77777777" w:rsidR="00E6279B" w:rsidRPr="00502FAF" w:rsidRDefault="00E6279B" w:rsidP="00E6279B">
            <w:pPr>
              <w:spacing w:line="320" w:lineRule="atLeast"/>
              <w:ind w:right="504"/>
              <w:rPr>
                <w:b/>
              </w:rPr>
            </w:pPr>
            <w:r w:rsidRPr="00502FAF">
              <w:rPr>
                <w:b/>
              </w:rPr>
              <w:t xml:space="preserve">Part </w:t>
            </w:r>
            <w:r w:rsidRPr="00572AFD">
              <w:rPr>
                <w:rFonts w:cs="Arial"/>
                <w:b/>
                <w:szCs w:val="20"/>
              </w:rPr>
              <w:t>One</w:t>
            </w:r>
            <w:r w:rsidRPr="00502FAF">
              <w:rPr>
                <w:b/>
              </w:rPr>
              <w:t>:</w:t>
            </w:r>
            <w:r w:rsidR="00F970B0">
              <w:rPr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+k</m:t>
              </m:r>
            </m:oMath>
            <w:r>
              <w:rPr>
                <w:b/>
                <w:i/>
              </w:rPr>
              <w:t>.</w:t>
            </w:r>
          </w:p>
          <w:p w14:paraId="499B29E4" w14:textId="77777777" w:rsidR="00E6279B" w:rsidRDefault="00E6279B" w:rsidP="00E6279B">
            <w:pPr>
              <w:spacing w:line="320" w:lineRule="atLeast"/>
              <w:ind w:left="360" w:right="1212" w:hanging="3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Pr="002F72BA">
              <w:rPr>
                <w:rFonts w:cs="Arial"/>
                <w:szCs w:val="20"/>
              </w:rPr>
              <w:t>.</w:t>
            </w:r>
            <w:r w:rsidRPr="002F72BA">
              <w:rPr>
                <w:rFonts w:cs="Arial"/>
                <w:szCs w:val="20"/>
              </w:rPr>
              <w:tab/>
            </w:r>
            <w:r w:rsidR="00957BEA">
              <w:t>Click the arrows</w:t>
            </w:r>
            <w:r w:rsidRPr="002F523A">
              <w:t xml:space="preserve"> to change the value of </w:t>
            </w:r>
            <w:r w:rsidR="00792B0F">
              <w:rPr>
                <w:i/>
              </w:rPr>
              <w:t>k</w:t>
            </w:r>
            <w:r>
              <w:rPr>
                <w:i/>
              </w:rPr>
              <w:t>.</w:t>
            </w:r>
          </w:p>
          <w:p w14:paraId="499B29E5" w14:textId="4BBCD923" w:rsidR="00E6279B" w:rsidRDefault="00E6279B" w:rsidP="00E6279B">
            <w:pPr>
              <w:spacing w:line="320" w:lineRule="atLeast"/>
              <w:ind w:left="720" w:right="1212" w:hanging="360"/>
            </w:pPr>
            <w:r>
              <w:t>a.</w:t>
            </w:r>
            <w:r>
              <w:tab/>
            </w:r>
            <w:r w:rsidRPr="002F523A">
              <w:t>What happens to the graph of</w:t>
            </w:r>
            <w:r w:rsidR="00F970B0"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+k</m:t>
              </m:r>
            </m:oMath>
            <w:r w:rsidR="0004620F">
              <w:t xml:space="preserve"> </w:t>
            </w:r>
            <w:r w:rsidRPr="002F523A">
              <w:t>as the value of</w:t>
            </w:r>
            <w:r>
              <w:rPr>
                <w:i/>
              </w:rPr>
              <w:t xml:space="preserve"> </w:t>
            </w:r>
            <w:r w:rsidR="00792B0F">
              <w:rPr>
                <w:i/>
              </w:rPr>
              <w:t>k</w:t>
            </w:r>
            <w:r w:rsidRPr="002F523A">
              <w:t xml:space="preserve"> changes?</w:t>
            </w:r>
          </w:p>
          <w:p w14:paraId="499B29E6" w14:textId="77777777" w:rsidR="00E6279B" w:rsidRDefault="00E6279B" w:rsidP="00E6279B">
            <w:pPr>
              <w:spacing w:line="320" w:lineRule="atLeast"/>
              <w:ind w:left="360" w:right="1212" w:hanging="360"/>
            </w:pPr>
          </w:p>
          <w:p w14:paraId="499B29E7" w14:textId="75B8164C" w:rsidR="00E6279B" w:rsidRDefault="00E6279B" w:rsidP="00E6279B">
            <w:pPr>
              <w:spacing w:line="320" w:lineRule="atLeast"/>
              <w:ind w:left="720" w:right="132" w:hanging="360"/>
            </w:pPr>
            <w:r>
              <w:t>b.</w:t>
            </w:r>
            <w:r>
              <w:tab/>
            </w:r>
            <w:r w:rsidR="003B06C7" w:rsidRPr="008C75ED">
              <w:rPr>
                <w:b/>
              </w:rPr>
              <w:t>Move to page</w:t>
            </w:r>
            <w:r w:rsidR="008C75ED" w:rsidRPr="008C75ED">
              <w:rPr>
                <w:b/>
              </w:rPr>
              <w:t>s</w:t>
            </w:r>
            <w:r w:rsidR="003B06C7" w:rsidRPr="008C75ED">
              <w:rPr>
                <w:b/>
              </w:rPr>
              <w:t xml:space="preserve"> 1.3</w:t>
            </w:r>
            <w:r w:rsidR="008C75ED" w:rsidRPr="008C75ED">
              <w:rPr>
                <w:b/>
              </w:rPr>
              <w:t xml:space="preserve"> – 1.7</w:t>
            </w:r>
            <w:r w:rsidR="003B06C7">
              <w:t xml:space="preserve">.  </w:t>
            </w:r>
            <w:r w:rsidR="002534A2">
              <w:t>Answer the question</w:t>
            </w:r>
            <w:r w:rsidR="00760374">
              <w:t>s</w:t>
            </w:r>
            <w:r w:rsidR="002534A2">
              <w:t xml:space="preserve"> on page </w:t>
            </w:r>
            <w:r w:rsidR="00760374">
              <w:t xml:space="preserve">1.3 – page </w:t>
            </w:r>
            <w:r w:rsidR="008E3B57">
              <w:t>1.7</w:t>
            </w:r>
            <w:r w:rsidR="00760374">
              <w:t>.</w:t>
            </w:r>
            <w:r w:rsidR="00757385">
              <w:t xml:space="preserve"> (To move back to page 1.2, press ctrl then left click on the touchpad.)</w:t>
            </w:r>
          </w:p>
          <w:p w14:paraId="499B29E8" w14:textId="77777777" w:rsidR="00E6279B" w:rsidRDefault="00E6279B" w:rsidP="00E6279B">
            <w:pPr>
              <w:spacing w:line="320" w:lineRule="atLeast"/>
              <w:ind w:left="360" w:right="132" w:hanging="360"/>
            </w:pPr>
          </w:p>
          <w:p w14:paraId="499B29E9" w14:textId="20FDF01D" w:rsidR="00E6279B" w:rsidRDefault="00E6279B" w:rsidP="00D46275">
            <w:pPr>
              <w:ind w:left="720" w:right="132" w:hanging="360"/>
            </w:pPr>
            <w:r>
              <w:t>c.</w:t>
            </w:r>
            <w:r>
              <w:tab/>
            </w:r>
            <w:r w:rsidR="008E3B57">
              <w:t xml:space="preserve">Press </w:t>
            </w:r>
            <w:r w:rsidR="006A442D">
              <w:t>ct</w:t>
            </w:r>
            <w:r w:rsidR="0067139B">
              <w:t>r</w:t>
            </w:r>
            <w:r w:rsidR="006A442D">
              <w:t>l then up on the touchpad</w:t>
            </w:r>
            <w:r w:rsidR="00560951">
              <w:t>.</w:t>
            </w:r>
            <w:r w:rsidR="004C75B1">
              <w:t xml:space="preserve">  A green check means you answered the question correctly.  A red x means you answered the question incorrectly.  </w:t>
            </w:r>
          </w:p>
          <w:p w14:paraId="3F125548" w14:textId="3D5E8512" w:rsidR="00D46275" w:rsidRDefault="00D46275" w:rsidP="00D46275">
            <w:pPr>
              <w:ind w:left="720" w:right="132" w:hanging="360"/>
              <w:rPr>
                <w:rFonts w:ascii="TINspireKeysCX" w:hAnsi="TINspireKeysCX"/>
              </w:rPr>
            </w:pPr>
          </w:p>
          <w:p w14:paraId="6E23DC2D" w14:textId="01EE17C4" w:rsidR="00D46275" w:rsidRPr="00D46275" w:rsidRDefault="00D46275" w:rsidP="00D46275">
            <w:pPr>
              <w:ind w:left="720" w:right="132" w:hanging="360"/>
              <w:rPr>
                <w:rFonts w:cs="Arial"/>
              </w:rPr>
            </w:pPr>
            <w:r w:rsidRPr="00D46275">
              <w:rPr>
                <w:rFonts w:cs="Arial"/>
              </w:rPr>
              <w:t>d.</w:t>
            </w:r>
            <w:r w:rsidRPr="00D46275">
              <w:rPr>
                <w:rFonts w:cs="Arial"/>
              </w:rPr>
              <w:tab/>
            </w:r>
            <w:r w:rsidR="0067139B">
              <w:t>Press ctrl then down on the touchpad to return to the document.</w:t>
            </w:r>
            <w:r w:rsidR="0067139B">
              <w:t xml:space="preserve">  </w:t>
            </w:r>
            <w:r w:rsidRPr="00D46275">
              <w:rPr>
                <w:rFonts w:cs="Arial"/>
              </w:rPr>
              <w:t>Correct any questions you answered incorrectly.</w:t>
            </w:r>
          </w:p>
          <w:p w14:paraId="499B29ED" w14:textId="16823C00" w:rsidR="00E6279B" w:rsidRPr="002F72BA" w:rsidRDefault="00E6279B" w:rsidP="00560951">
            <w:pPr>
              <w:spacing w:line="320" w:lineRule="atLeast"/>
              <w:ind w:right="132"/>
              <w:rPr>
                <w:rFonts w:cs="Arial"/>
                <w:szCs w:val="20"/>
              </w:rPr>
            </w:pPr>
          </w:p>
        </w:tc>
      </w:tr>
      <w:tr w:rsidR="00E6279B" w:rsidRPr="002F72BA" w14:paraId="499B29F1" w14:textId="77777777">
        <w:tc>
          <w:tcPr>
            <w:tcW w:w="9528" w:type="dxa"/>
            <w:gridSpan w:val="2"/>
          </w:tcPr>
          <w:p w14:paraId="499B29EF" w14:textId="1C69CCCD" w:rsidR="00E6279B" w:rsidRDefault="00E6279B" w:rsidP="00E6279B">
            <w:pPr>
              <w:spacing w:line="320" w:lineRule="atLeast"/>
              <w:ind w:right="504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Move to page </w:t>
            </w:r>
            <w:r w:rsidR="006412A3">
              <w:rPr>
                <w:rFonts w:cs="Arial"/>
                <w:b/>
                <w:szCs w:val="20"/>
              </w:rPr>
              <w:t>2</w:t>
            </w:r>
            <w:r w:rsidR="00613A13">
              <w:rPr>
                <w:rFonts w:cs="Arial"/>
                <w:b/>
                <w:szCs w:val="20"/>
              </w:rPr>
              <w:t>.1</w:t>
            </w:r>
            <w:r w:rsidRPr="002F72BA">
              <w:rPr>
                <w:rFonts w:cs="Arial"/>
                <w:b/>
                <w:szCs w:val="20"/>
              </w:rPr>
              <w:t>.</w:t>
            </w:r>
          </w:p>
          <w:p w14:paraId="499B29F0" w14:textId="77777777" w:rsidR="00E6279B" w:rsidRPr="002F72BA" w:rsidRDefault="00E6279B" w:rsidP="00E6279B">
            <w:pPr>
              <w:spacing w:line="320" w:lineRule="atLeast"/>
              <w:ind w:right="504"/>
              <w:rPr>
                <w:rFonts w:cs="Arial"/>
                <w:szCs w:val="20"/>
              </w:rPr>
            </w:pPr>
          </w:p>
        </w:tc>
      </w:tr>
      <w:tr w:rsidR="00E6279B" w:rsidRPr="002F72BA" w14:paraId="499B29FE" w14:textId="77777777">
        <w:tc>
          <w:tcPr>
            <w:tcW w:w="9528" w:type="dxa"/>
            <w:gridSpan w:val="2"/>
          </w:tcPr>
          <w:p w14:paraId="499B29F2" w14:textId="77777777" w:rsidR="00E6279B" w:rsidRPr="00001074" w:rsidRDefault="00E6279B" w:rsidP="00E6279B">
            <w:pPr>
              <w:spacing w:line="320" w:lineRule="atLeast"/>
              <w:ind w:right="504"/>
              <w:rPr>
                <w:b/>
              </w:rPr>
            </w:pPr>
            <w:r w:rsidRPr="00001074">
              <w:rPr>
                <w:b/>
              </w:rPr>
              <w:t xml:space="preserve">Part </w:t>
            </w:r>
            <w:r w:rsidR="00022953">
              <w:rPr>
                <w:b/>
              </w:rPr>
              <w:t>Two</w:t>
            </w:r>
            <w:r w:rsidRPr="00001074">
              <w:rPr>
                <w:b/>
              </w:rPr>
              <w:t xml:space="preserve">: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y=a∙f(x)</m:t>
              </m:r>
            </m:oMath>
            <w:r w:rsidR="00F970B0">
              <w:rPr>
                <w:b/>
              </w:rPr>
              <w:t>.</w:t>
            </w:r>
          </w:p>
          <w:p w14:paraId="499B29F3" w14:textId="77777777" w:rsidR="00E6279B" w:rsidRDefault="00E6279B" w:rsidP="00E6279B">
            <w:pPr>
              <w:spacing w:line="320" w:lineRule="atLeast"/>
              <w:ind w:left="360" w:right="1212" w:hanging="360"/>
              <w:rPr>
                <w:rFonts w:cs="Arial"/>
                <w:szCs w:val="20"/>
              </w:rPr>
            </w:pPr>
          </w:p>
          <w:p w14:paraId="499B29F4" w14:textId="77777777" w:rsidR="00E6279B" w:rsidRDefault="00F970B0" w:rsidP="00E6279B">
            <w:pPr>
              <w:spacing w:line="320" w:lineRule="atLeast"/>
              <w:ind w:left="360" w:right="1212" w:hanging="360"/>
            </w:pPr>
            <w:r>
              <w:rPr>
                <w:rFonts w:cs="Arial"/>
                <w:szCs w:val="20"/>
              </w:rPr>
              <w:t>2</w:t>
            </w:r>
            <w:r w:rsidR="00E6279B" w:rsidRPr="002F72BA">
              <w:rPr>
                <w:rFonts w:cs="Arial"/>
                <w:szCs w:val="20"/>
              </w:rPr>
              <w:t>.</w:t>
            </w:r>
            <w:r w:rsidR="00E6279B" w:rsidRPr="002F72BA">
              <w:rPr>
                <w:rFonts w:cs="Arial"/>
                <w:szCs w:val="20"/>
              </w:rPr>
              <w:tab/>
            </w:r>
            <w:r w:rsidR="00701ADA">
              <w:t>Click the arrows</w:t>
            </w:r>
            <w:r w:rsidR="00701ADA" w:rsidRPr="002F523A">
              <w:t xml:space="preserve"> </w:t>
            </w:r>
            <w:r w:rsidR="00E6279B" w:rsidRPr="002F523A">
              <w:t xml:space="preserve">to change the value of </w:t>
            </w:r>
            <w:r w:rsidR="007F6FB7" w:rsidRPr="007F6FB7">
              <w:rPr>
                <w:i/>
              </w:rPr>
              <w:t>a</w:t>
            </w:r>
            <w:r w:rsidR="00E6279B" w:rsidRPr="002F523A">
              <w:t>.</w:t>
            </w:r>
            <w:r w:rsidR="00E6279B">
              <w:t xml:space="preserve"> </w:t>
            </w:r>
          </w:p>
          <w:p w14:paraId="499B29F5" w14:textId="07354ECA" w:rsidR="00E6279B" w:rsidRDefault="00E6279B" w:rsidP="00E6279B">
            <w:pPr>
              <w:spacing w:line="320" w:lineRule="atLeast"/>
              <w:ind w:left="720" w:right="1212" w:hanging="360"/>
            </w:pPr>
            <w:r>
              <w:t>a.</w:t>
            </w:r>
            <w:r>
              <w:tab/>
            </w:r>
            <w:r w:rsidRPr="002F523A">
              <w:t xml:space="preserve">What happens to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=a∙f(x)</m:t>
              </m:r>
            </m:oMath>
            <w:r w:rsidR="00F970B0" w:rsidRPr="002F523A">
              <w:t xml:space="preserve"> </w:t>
            </w:r>
            <w:r w:rsidRPr="002F523A">
              <w:t xml:space="preserve">as the value of </w:t>
            </w:r>
            <w:r w:rsidR="00F970B0">
              <w:rPr>
                <w:i/>
              </w:rPr>
              <w:t>a</w:t>
            </w:r>
            <w:r w:rsidRPr="002F523A">
              <w:t xml:space="preserve"> changes? </w:t>
            </w:r>
          </w:p>
          <w:p w14:paraId="499B29F6" w14:textId="77777777" w:rsidR="00E6279B" w:rsidRDefault="00E6279B" w:rsidP="00E6279B">
            <w:pPr>
              <w:spacing w:line="320" w:lineRule="atLeast"/>
              <w:ind w:left="360" w:right="1212" w:hanging="360"/>
            </w:pPr>
          </w:p>
          <w:p w14:paraId="1DBB5432" w14:textId="525F871A" w:rsidR="00757385" w:rsidRDefault="00E6279B" w:rsidP="00757385">
            <w:pPr>
              <w:spacing w:line="320" w:lineRule="atLeast"/>
              <w:ind w:left="720" w:right="132" w:hanging="360"/>
            </w:pPr>
            <w:r>
              <w:t>b.</w:t>
            </w:r>
            <w:r>
              <w:tab/>
            </w:r>
            <w:r w:rsidR="008C75ED" w:rsidRPr="008C75ED">
              <w:rPr>
                <w:b/>
              </w:rPr>
              <w:t xml:space="preserve">Move to pages </w:t>
            </w:r>
            <w:r w:rsidR="008C75ED">
              <w:rPr>
                <w:b/>
              </w:rPr>
              <w:t>2.2</w:t>
            </w:r>
            <w:r w:rsidR="008C75ED" w:rsidRPr="008C75ED">
              <w:rPr>
                <w:b/>
              </w:rPr>
              <w:t xml:space="preserve"> – </w:t>
            </w:r>
            <w:r w:rsidR="008C75ED">
              <w:rPr>
                <w:b/>
              </w:rPr>
              <w:t>2.6</w:t>
            </w:r>
            <w:r w:rsidR="008C75ED">
              <w:t xml:space="preserve">.  </w:t>
            </w:r>
            <w:r w:rsidR="007508D5">
              <w:t>Answer the questions on page 2.2 – 2.6.</w:t>
            </w:r>
            <w:r w:rsidR="00757385">
              <w:t xml:space="preserve">  </w:t>
            </w:r>
            <w:r w:rsidR="00757385">
              <w:t xml:space="preserve">(To move back to page </w:t>
            </w:r>
            <w:r w:rsidR="00757385">
              <w:t>2</w:t>
            </w:r>
            <w:r w:rsidR="00757385">
              <w:t>.</w:t>
            </w:r>
            <w:r w:rsidR="00757385">
              <w:t>1</w:t>
            </w:r>
            <w:r w:rsidR="00757385">
              <w:t>, press ctrl then left click on the touchpad.)</w:t>
            </w:r>
          </w:p>
          <w:p w14:paraId="499B29F8" w14:textId="77777777" w:rsidR="00E6279B" w:rsidRDefault="00E6279B" w:rsidP="00E6279B">
            <w:pPr>
              <w:spacing w:line="320" w:lineRule="atLeast"/>
              <w:ind w:left="360" w:right="132" w:hanging="360"/>
            </w:pPr>
          </w:p>
          <w:p w14:paraId="4ED2EAE5" w14:textId="77777777" w:rsidR="00826146" w:rsidRDefault="00E6279B" w:rsidP="00826146">
            <w:pPr>
              <w:ind w:left="720" w:right="132" w:hanging="360"/>
            </w:pPr>
            <w:r>
              <w:t>c.</w:t>
            </w:r>
            <w:r>
              <w:tab/>
            </w:r>
            <w:r w:rsidR="00826146">
              <w:t xml:space="preserve">Press ctrl then up on the touchpad.  A green check means you answered the question correctly.  A red x means you answered the question incorrectly.  </w:t>
            </w:r>
          </w:p>
          <w:p w14:paraId="0C8A29BD" w14:textId="77777777" w:rsidR="00826146" w:rsidRDefault="00826146" w:rsidP="00826146">
            <w:pPr>
              <w:ind w:left="720" w:right="132" w:hanging="360"/>
              <w:rPr>
                <w:rFonts w:ascii="TINspireKeysCX" w:hAnsi="TINspireKeysCX"/>
              </w:rPr>
            </w:pPr>
          </w:p>
          <w:p w14:paraId="499B29FD" w14:textId="7B83ECFF" w:rsidR="00E6279B" w:rsidRPr="00757385" w:rsidRDefault="00826146" w:rsidP="00757385">
            <w:pPr>
              <w:ind w:left="720" w:right="132" w:hanging="360"/>
              <w:rPr>
                <w:rFonts w:cs="Arial"/>
              </w:rPr>
            </w:pPr>
            <w:r w:rsidRPr="00D46275">
              <w:rPr>
                <w:rFonts w:cs="Arial"/>
              </w:rPr>
              <w:t>d.</w:t>
            </w:r>
            <w:r w:rsidRPr="00D46275">
              <w:rPr>
                <w:rFonts w:cs="Arial"/>
              </w:rPr>
              <w:tab/>
            </w:r>
            <w:r>
              <w:t xml:space="preserve">Press ctrl then down on the touchpad to return to the document.  </w:t>
            </w:r>
            <w:r w:rsidRPr="00D46275">
              <w:rPr>
                <w:rFonts w:cs="Arial"/>
              </w:rPr>
              <w:t>Correct any questions you answered incorrectly.</w:t>
            </w:r>
          </w:p>
        </w:tc>
      </w:tr>
      <w:tr w:rsidR="00F970B0" w:rsidRPr="002F72BA" w14:paraId="499B2A04" w14:textId="77777777" w:rsidTr="00F970B0">
        <w:tc>
          <w:tcPr>
            <w:tcW w:w="9528" w:type="dxa"/>
            <w:gridSpan w:val="2"/>
          </w:tcPr>
          <w:p w14:paraId="499B2A02" w14:textId="72C692E7" w:rsidR="00F970B0" w:rsidRPr="00F970B0" w:rsidRDefault="00F970B0" w:rsidP="00F970B0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  <w:r w:rsidRPr="00F970B0">
              <w:rPr>
                <w:rFonts w:cs="Arial"/>
                <w:b/>
                <w:szCs w:val="20"/>
              </w:rPr>
              <w:lastRenderedPageBreak/>
              <w:t xml:space="preserve">Move to page </w:t>
            </w:r>
            <w:r w:rsidR="006412A3">
              <w:rPr>
                <w:rFonts w:cs="Arial"/>
                <w:b/>
                <w:szCs w:val="20"/>
              </w:rPr>
              <w:t>3</w:t>
            </w:r>
            <w:r w:rsidR="00613A13">
              <w:rPr>
                <w:rFonts w:cs="Arial"/>
                <w:b/>
                <w:szCs w:val="20"/>
              </w:rPr>
              <w:t>.1</w:t>
            </w:r>
            <w:r w:rsidRPr="00F970B0">
              <w:rPr>
                <w:rFonts w:cs="Arial"/>
                <w:b/>
                <w:szCs w:val="20"/>
              </w:rPr>
              <w:t>.</w:t>
            </w:r>
          </w:p>
          <w:p w14:paraId="499B2A03" w14:textId="77777777" w:rsidR="00F970B0" w:rsidRPr="00F970B0" w:rsidRDefault="00F970B0" w:rsidP="00F970B0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</w:tc>
      </w:tr>
      <w:tr w:rsidR="00F970B0" w:rsidRPr="002F72BA" w14:paraId="499B2A10" w14:textId="77777777" w:rsidTr="00F970B0">
        <w:tc>
          <w:tcPr>
            <w:tcW w:w="9528" w:type="dxa"/>
            <w:gridSpan w:val="2"/>
          </w:tcPr>
          <w:p w14:paraId="499B2A05" w14:textId="77777777" w:rsidR="00F970B0" w:rsidRPr="00F970B0" w:rsidRDefault="00F970B0" w:rsidP="00F970B0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  <w:r w:rsidRPr="00F970B0">
              <w:rPr>
                <w:rFonts w:cs="Arial"/>
                <w:b/>
                <w:szCs w:val="20"/>
              </w:rPr>
              <w:t xml:space="preserve">Part Three: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y=f(x-h)</m:t>
              </m:r>
            </m:oMath>
            <w:r w:rsidR="007F6FB7">
              <w:rPr>
                <w:rFonts w:cs="Arial"/>
                <w:b/>
              </w:rPr>
              <w:t>.</w:t>
            </w:r>
          </w:p>
          <w:p w14:paraId="499B2A06" w14:textId="77777777" w:rsidR="00F970B0" w:rsidRPr="00F970B0" w:rsidRDefault="00F970B0" w:rsidP="00F970B0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  <w:p w14:paraId="499B2A07" w14:textId="77777777" w:rsidR="00F970B0" w:rsidRDefault="00F970B0" w:rsidP="00F970B0">
            <w:pPr>
              <w:spacing w:line="320" w:lineRule="atLeast"/>
              <w:ind w:left="360" w:right="1212" w:hanging="360"/>
            </w:pPr>
            <w:r>
              <w:rPr>
                <w:rFonts w:cs="Arial"/>
                <w:szCs w:val="20"/>
              </w:rPr>
              <w:t>3</w:t>
            </w:r>
            <w:r w:rsidRPr="002F72BA">
              <w:rPr>
                <w:rFonts w:cs="Arial"/>
                <w:szCs w:val="20"/>
              </w:rPr>
              <w:t>.</w:t>
            </w:r>
            <w:r w:rsidRPr="002F72BA">
              <w:rPr>
                <w:rFonts w:cs="Arial"/>
                <w:szCs w:val="20"/>
              </w:rPr>
              <w:tab/>
            </w:r>
            <w:r w:rsidR="00701ADA">
              <w:t>Click the arrows</w:t>
            </w:r>
            <w:r w:rsidR="00701ADA" w:rsidRPr="002F523A">
              <w:t xml:space="preserve"> </w:t>
            </w:r>
            <w:r w:rsidRPr="002F523A">
              <w:t xml:space="preserve">to change the value of </w:t>
            </w:r>
            <w:r w:rsidRPr="002F523A">
              <w:rPr>
                <w:i/>
              </w:rPr>
              <w:t>h</w:t>
            </w:r>
            <w:r w:rsidRPr="002F523A">
              <w:t>.</w:t>
            </w:r>
            <w:r>
              <w:t xml:space="preserve"> </w:t>
            </w:r>
          </w:p>
          <w:p w14:paraId="499B2A08" w14:textId="4A2A4052" w:rsidR="00F970B0" w:rsidRDefault="00F970B0" w:rsidP="00F970B0">
            <w:pPr>
              <w:spacing w:line="320" w:lineRule="atLeast"/>
              <w:ind w:left="720" w:right="1212" w:hanging="360"/>
            </w:pPr>
            <w:r>
              <w:t>a.</w:t>
            </w:r>
            <w:r>
              <w:tab/>
            </w:r>
            <w:r w:rsidRPr="002F523A">
              <w:t xml:space="preserve">What happens to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=f(x-h)</m:t>
              </m:r>
            </m:oMath>
            <w:r w:rsidRPr="002F523A">
              <w:t xml:space="preserve"> as the value of </w:t>
            </w:r>
            <w:r w:rsidR="000756AB">
              <w:rPr>
                <w:i/>
              </w:rPr>
              <w:t xml:space="preserve">h </w:t>
            </w:r>
            <w:r w:rsidRPr="002F523A">
              <w:t xml:space="preserve">changes? </w:t>
            </w:r>
          </w:p>
          <w:p w14:paraId="499B2A09" w14:textId="77777777" w:rsidR="00F970B0" w:rsidRDefault="00F970B0" w:rsidP="00F970B0">
            <w:pPr>
              <w:spacing w:line="320" w:lineRule="atLeast"/>
              <w:ind w:left="360" w:right="1212" w:hanging="360"/>
            </w:pPr>
          </w:p>
          <w:p w14:paraId="17A2BFED" w14:textId="30F0656E" w:rsidR="00757385" w:rsidRDefault="00F970B0" w:rsidP="00757385">
            <w:pPr>
              <w:spacing w:line="320" w:lineRule="atLeast"/>
              <w:ind w:left="720" w:right="132" w:hanging="360"/>
            </w:pPr>
            <w:r>
              <w:t>b.</w:t>
            </w:r>
            <w:r>
              <w:tab/>
            </w:r>
            <w:r w:rsidR="008C75ED" w:rsidRPr="008C75ED">
              <w:rPr>
                <w:b/>
              </w:rPr>
              <w:t xml:space="preserve">Move to pages </w:t>
            </w:r>
            <w:r w:rsidR="008C75ED">
              <w:rPr>
                <w:b/>
              </w:rPr>
              <w:t>3</w:t>
            </w:r>
            <w:r w:rsidR="008C75ED">
              <w:rPr>
                <w:b/>
              </w:rPr>
              <w:t>.2</w:t>
            </w:r>
            <w:r w:rsidR="008C75ED" w:rsidRPr="008C75ED">
              <w:rPr>
                <w:b/>
              </w:rPr>
              <w:t xml:space="preserve"> – </w:t>
            </w:r>
            <w:r w:rsidR="008C75ED">
              <w:rPr>
                <w:b/>
              </w:rPr>
              <w:t>3</w:t>
            </w:r>
            <w:r w:rsidR="008C75ED">
              <w:rPr>
                <w:b/>
              </w:rPr>
              <w:t>.6</w:t>
            </w:r>
            <w:r w:rsidR="008C75ED">
              <w:t xml:space="preserve">.  </w:t>
            </w:r>
            <w:r w:rsidR="00826146">
              <w:t xml:space="preserve">Answer the questions on page </w:t>
            </w:r>
            <w:r w:rsidR="00826146">
              <w:t>3</w:t>
            </w:r>
            <w:r w:rsidR="00826146">
              <w:t xml:space="preserve">.2 – </w:t>
            </w:r>
            <w:r w:rsidR="00826146">
              <w:t>3</w:t>
            </w:r>
            <w:r w:rsidR="00826146">
              <w:t>.6.</w:t>
            </w:r>
            <w:r w:rsidR="00757385">
              <w:t xml:space="preserve">  </w:t>
            </w:r>
            <w:r w:rsidR="00757385">
              <w:t xml:space="preserve">(To move back to page </w:t>
            </w:r>
            <w:r w:rsidR="00757385">
              <w:t>3</w:t>
            </w:r>
            <w:r w:rsidR="00757385">
              <w:t>.1, press ctrl then left click on the touchpad.)</w:t>
            </w:r>
          </w:p>
          <w:p w14:paraId="7A6FE6BE" w14:textId="77777777" w:rsidR="00826146" w:rsidRDefault="00826146" w:rsidP="00826146">
            <w:pPr>
              <w:spacing w:line="320" w:lineRule="atLeast"/>
              <w:ind w:left="360" w:right="132" w:hanging="360"/>
            </w:pPr>
          </w:p>
          <w:p w14:paraId="31F40414" w14:textId="77777777" w:rsidR="00826146" w:rsidRDefault="00826146" w:rsidP="00826146">
            <w:pPr>
              <w:ind w:left="720" w:right="132" w:hanging="360"/>
            </w:pPr>
            <w:r>
              <w:t>c.</w:t>
            </w:r>
            <w:r>
              <w:tab/>
              <w:t xml:space="preserve">Press ctrl then up on the touchpad.  A green check means you answered the question correctly.  A red x means you answered the question incorrectly.  </w:t>
            </w:r>
          </w:p>
          <w:p w14:paraId="794D533F" w14:textId="77777777" w:rsidR="00826146" w:rsidRDefault="00826146" w:rsidP="00826146">
            <w:pPr>
              <w:ind w:left="720" w:right="132" w:hanging="360"/>
              <w:rPr>
                <w:rFonts w:ascii="TINspireKeysCX" w:hAnsi="TINspireKeysCX"/>
              </w:rPr>
            </w:pPr>
          </w:p>
          <w:p w14:paraId="267F8BE1" w14:textId="77777777" w:rsidR="00826146" w:rsidRPr="00826146" w:rsidRDefault="00826146" w:rsidP="00826146">
            <w:pPr>
              <w:ind w:left="720" w:right="132" w:hanging="360"/>
              <w:rPr>
                <w:rFonts w:cs="Arial"/>
              </w:rPr>
            </w:pPr>
            <w:r w:rsidRPr="00D46275">
              <w:rPr>
                <w:rFonts w:cs="Arial"/>
              </w:rPr>
              <w:t>d.</w:t>
            </w:r>
            <w:r w:rsidRPr="00D46275">
              <w:rPr>
                <w:rFonts w:cs="Arial"/>
              </w:rPr>
              <w:tab/>
            </w:r>
            <w:r>
              <w:t xml:space="preserve">Press ctrl then down on the touchpad to return to the document.  </w:t>
            </w:r>
            <w:r w:rsidRPr="00D46275">
              <w:rPr>
                <w:rFonts w:cs="Arial"/>
              </w:rPr>
              <w:t>Correct any questions you answered incorrectly.</w:t>
            </w:r>
          </w:p>
          <w:p w14:paraId="499B2A0F" w14:textId="41DE7F98" w:rsidR="00F970B0" w:rsidRPr="00F970B0" w:rsidRDefault="00F970B0" w:rsidP="00F970B0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</w:tc>
      </w:tr>
      <w:tr w:rsidR="00F970B0" w:rsidRPr="00F970B0" w14:paraId="499B2A13" w14:textId="77777777" w:rsidTr="00F970B0">
        <w:tc>
          <w:tcPr>
            <w:tcW w:w="9528" w:type="dxa"/>
            <w:gridSpan w:val="2"/>
          </w:tcPr>
          <w:p w14:paraId="499B2A11" w14:textId="3306D029" w:rsidR="00F970B0" w:rsidRPr="00F970B0" w:rsidRDefault="00F970B0" w:rsidP="00C90C07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  <w:r w:rsidRPr="00F970B0">
              <w:rPr>
                <w:rFonts w:cs="Arial"/>
                <w:b/>
                <w:szCs w:val="20"/>
              </w:rPr>
              <w:t xml:space="preserve">Move to page </w:t>
            </w:r>
            <w:r w:rsidR="006412A3">
              <w:rPr>
                <w:rFonts w:cs="Arial"/>
                <w:b/>
                <w:szCs w:val="20"/>
              </w:rPr>
              <w:t>4</w:t>
            </w:r>
            <w:r w:rsidR="00613A13">
              <w:rPr>
                <w:rFonts w:cs="Arial"/>
                <w:b/>
                <w:szCs w:val="20"/>
              </w:rPr>
              <w:t>.1</w:t>
            </w:r>
            <w:r w:rsidRPr="00F970B0">
              <w:rPr>
                <w:rFonts w:cs="Arial"/>
                <w:b/>
                <w:szCs w:val="20"/>
              </w:rPr>
              <w:t>.</w:t>
            </w:r>
          </w:p>
          <w:p w14:paraId="499B2A12" w14:textId="77777777" w:rsidR="00F970B0" w:rsidRPr="00F970B0" w:rsidRDefault="00F970B0" w:rsidP="00C90C07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</w:tc>
      </w:tr>
      <w:tr w:rsidR="00F970B0" w:rsidRPr="00F970B0" w14:paraId="499B2A1F" w14:textId="77777777" w:rsidTr="00F970B0">
        <w:tc>
          <w:tcPr>
            <w:tcW w:w="9528" w:type="dxa"/>
            <w:gridSpan w:val="2"/>
          </w:tcPr>
          <w:p w14:paraId="499B2A14" w14:textId="77777777" w:rsidR="00F970B0" w:rsidRPr="00F970B0" w:rsidRDefault="00F970B0" w:rsidP="00C90C07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  <w:r w:rsidRPr="00F970B0">
              <w:rPr>
                <w:rFonts w:cs="Arial"/>
                <w:b/>
                <w:szCs w:val="20"/>
              </w:rPr>
              <w:t xml:space="preserve">Part </w:t>
            </w:r>
            <w:r w:rsidR="007F6FB7">
              <w:rPr>
                <w:rFonts w:cs="Arial"/>
                <w:b/>
                <w:szCs w:val="20"/>
              </w:rPr>
              <w:t>Four</w:t>
            </w:r>
            <w:r w:rsidRPr="007F6FB7">
              <w:rPr>
                <w:rFonts w:cs="Arial"/>
                <w:i/>
                <w:szCs w:val="20"/>
              </w:rPr>
              <w:t xml:space="preserve">: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</m:oMath>
          </w:p>
          <w:p w14:paraId="499B2A15" w14:textId="77777777" w:rsidR="00F970B0" w:rsidRPr="00F970B0" w:rsidRDefault="00F970B0" w:rsidP="00C90C07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  <w:p w14:paraId="499B2A16" w14:textId="77777777" w:rsidR="00F970B0" w:rsidRDefault="00F970B0" w:rsidP="00F970B0">
            <w:pPr>
              <w:spacing w:line="320" w:lineRule="atLeast"/>
              <w:ind w:left="360" w:right="1212" w:hanging="360"/>
            </w:pPr>
            <w:r>
              <w:rPr>
                <w:rFonts w:cs="Arial"/>
                <w:szCs w:val="20"/>
              </w:rPr>
              <w:t>4</w:t>
            </w:r>
            <w:r w:rsidRPr="002F72BA">
              <w:rPr>
                <w:rFonts w:cs="Arial"/>
                <w:szCs w:val="20"/>
              </w:rPr>
              <w:t>.</w:t>
            </w:r>
            <w:r w:rsidRPr="002F72BA">
              <w:rPr>
                <w:rFonts w:cs="Arial"/>
                <w:szCs w:val="20"/>
              </w:rPr>
              <w:tab/>
            </w:r>
            <w:r w:rsidR="00701ADA">
              <w:t>Click the arrows</w:t>
            </w:r>
            <w:r w:rsidR="00701ADA" w:rsidRPr="002F523A">
              <w:t xml:space="preserve"> </w:t>
            </w:r>
            <w:r w:rsidR="00701ADA">
              <w:t xml:space="preserve">to </w:t>
            </w:r>
            <w:r w:rsidRPr="002F523A">
              <w:t xml:space="preserve">change the value of </w:t>
            </w:r>
            <w:r w:rsidR="007F6FB7">
              <w:rPr>
                <w:i/>
              </w:rPr>
              <w:t>b</w:t>
            </w:r>
            <w:r w:rsidRPr="002F523A">
              <w:t>.</w:t>
            </w:r>
            <w:r>
              <w:t xml:space="preserve"> </w:t>
            </w:r>
          </w:p>
          <w:p w14:paraId="499B2A17" w14:textId="5D92C1AA" w:rsidR="00F970B0" w:rsidRDefault="00F970B0" w:rsidP="00F970B0">
            <w:pPr>
              <w:spacing w:line="320" w:lineRule="atLeast"/>
              <w:ind w:left="720" w:right="1212" w:hanging="360"/>
            </w:pPr>
            <w:r>
              <w:t>a.</w:t>
            </w:r>
            <w:r>
              <w:tab/>
            </w:r>
            <w:r w:rsidRPr="002F523A">
              <w:t xml:space="preserve">What happens to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 w:rsidRPr="002F523A">
              <w:t xml:space="preserve"> as the value of </w:t>
            </w:r>
            <w:r w:rsidR="000756AB">
              <w:rPr>
                <w:i/>
              </w:rPr>
              <w:t>b</w:t>
            </w:r>
            <w:r w:rsidRPr="002F523A">
              <w:t xml:space="preserve"> changes? </w:t>
            </w:r>
          </w:p>
          <w:p w14:paraId="499B2A18" w14:textId="77777777" w:rsidR="00F970B0" w:rsidRDefault="00F970B0" w:rsidP="00F970B0">
            <w:pPr>
              <w:spacing w:line="320" w:lineRule="atLeast"/>
              <w:ind w:left="360" w:right="1212" w:hanging="360"/>
            </w:pPr>
          </w:p>
          <w:p w14:paraId="77224E48" w14:textId="08CA8BFC" w:rsidR="00757385" w:rsidRDefault="00F970B0" w:rsidP="00757385">
            <w:pPr>
              <w:spacing w:line="320" w:lineRule="atLeast"/>
              <w:ind w:left="720" w:right="132" w:hanging="360"/>
            </w:pPr>
            <w:r>
              <w:t>b.</w:t>
            </w:r>
            <w:r>
              <w:tab/>
            </w:r>
            <w:r w:rsidR="008C75ED" w:rsidRPr="008C75ED">
              <w:rPr>
                <w:b/>
              </w:rPr>
              <w:t xml:space="preserve">Move to pages </w:t>
            </w:r>
            <w:r w:rsidR="008C75ED">
              <w:rPr>
                <w:b/>
              </w:rPr>
              <w:t>4</w:t>
            </w:r>
            <w:r w:rsidR="008C75ED">
              <w:rPr>
                <w:b/>
              </w:rPr>
              <w:t>.2</w:t>
            </w:r>
            <w:r w:rsidR="008C75ED" w:rsidRPr="008C75ED">
              <w:rPr>
                <w:b/>
              </w:rPr>
              <w:t xml:space="preserve"> – </w:t>
            </w:r>
            <w:r w:rsidR="008C75ED">
              <w:rPr>
                <w:b/>
              </w:rPr>
              <w:t>4</w:t>
            </w:r>
            <w:r w:rsidR="008C75ED">
              <w:rPr>
                <w:b/>
              </w:rPr>
              <w:t>.6</w:t>
            </w:r>
            <w:r w:rsidR="008C75ED">
              <w:t xml:space="preserve">.  </w:t>
            </w:r>
            <w:r w:rsidR="00826146">
              <w:t xml:space="preserve">Answer the questions on page </w:t>
            </w:r>
            <w:r w:rsidR="00826146">
              <w:t>4</w:t>
            </w:r>
            <w:r w:rsidR="00826146">
              <w:t xml:space="preserve">.2 – </w:t>
            </w:r>
            <w:r w:rsidR="00826146">
              <w:t>4</w:t>
            </w:r>
            <w:r w:rsidR="00826146">
              <w:t>.6.</w:t>
            </w:r>
            <w:r w:rsidR="00757385">
              <w:t xml:space="preserve">  </w:t>
            </w:r>
            <w:r w:rsidR="00757385">
              <w:t xml:space="preserve">(To move back to page </w:t>
            </w:r>
            <w:r w:rsidR="00757385">
              <w:t>4</w:t>
            </w:r>
            <w:r w:rsidR="00757385">
              <w:t>.1, press ctrl then left click on the touchpad.)</w:t>
            </w:r>
          </w:p>
          <w:p w14:paraId="057535A0" w14:textId="77777777" w:rsidR="00826146" w:rsidRDefault="00826146" w:rsidP="00826146">
            <w:pPr>
              <w:spacing w:line="320" w:lineRule="atLeast"/>
              <w:ind w:left="360" w:right="132" w:hanging="360"/>
            </w:pPr>
          </w:p>
          <w:p w14:paraId="7C97006E" w14:textId="77777777" w:rsidR="00826146" w:rsidRDefault="00826146" w:rsidP="00826146">
            <w:pPr>
              <w:ind w:left="720" w:right="132" w:hanging="360"/>
            </w:pPr>
            <w:r>
              <w:t>c.</w:t>
            </w:r>
            <w:r>
              <w:tab/>
              <w:t xml:space="preserve">Press ctrl then up on the touchpad.  A green check means you answered the question correctly.  A red x means you answered the question incorrectly.  </w:t>
            </w:r>
          </w:p>
          <w:p w14:paraId="47F87CD6" w14:textId="77777777" w:rsidR="00826146" w:rsidRDefault="00826146" w:rsidP="00826146">
            <w:pPr>
              <w:ind w:left="720" w:right="132" w:hanging="360"/>
              <w:rPr>
                <w:rFonts w:ascii="TINspireKeysCX" w:hAnsi="TINspireKeysCX"/>
              </w:rPr>
            </w:pPr>
          </w:p>
          <w:p w14:paraId="22DA07C5" w14:textId="77777777" w:rsidR="00826146" w:rsidRPr="00826146" w:rsidRDefault="00826146" w:rsidP="00826146">
            <w:pPr>
              <w:ind w:left="720" w:right="132" w:hanging="360"/>
              <w:rPr>
                <w:rFonts w:cs="Arial"/>
              </w:rPr>
            </w:pPr>
            <w:r w:rsidRPr="00D46275">
              <w:rPr>
                <w:rFonts w:cs="Arial"/>
              </w:rPr>
              <w:t>d.</w:t>
            </w:r>
            <w:r w:rsidRPr="00D46275">
              <w:rPr>
                <w:rFonts w:cs="Arial"/>
              </w:rPr>
              <w:tab/>
            </w:r>
            <w:r>
              <w:t xml:space="preserve">Press ctrl then down on the touchpad to return to the document.  </w:t>
            </w:r>
            <w:r w:rsidRPr="00D46275">
              <w:rPr>
                <w:rFonts w:cs="Arial"/>
              </w:rPr>
              <w:t>Correct any questions you answered incorrectly.</w:t>
            </w:r>
          </w:p>
          <w:p w14:paraId="499B2A1E" w14:textId="702C8264" w:rsidR="00F970B0" w:rsidRPr="00F970B0" w:rsidRDefault="00F970B0" w:rsidP="00C90C07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</w:tc>
      </w:tr>
      <w:tr w:rsidR="008C75ED" w:rsidRPr="00F970B0" w14:paraId="08663448" w14:textId="77777777" w:rsidTr="00757385">
        <w:trPr>
          <w:trHeight w:val="594"/>
        </w:trPr>
        <w:tc>
          <w:tcPr>
            <w:tcW w:w="9528" w:type="dxa"/>
            <w:gridSpan w:val="2"/>
          </w:tcPr>
          <w:p w14:paraId="25640024" w14:textId="29928243" w:rsidR="008C75ED" w:rsidRPr="00E27927" w:rsidRDefault="00E27927" w:rsidP="00C90C07">
            <w:pPr>
              <w:spacing w:line="320" w:lineRule="atLeast"/>
              <w:ind w:right="132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Close the document.</w:t>
            </w:r>
            <w:r>
              <w:rPr>
                <w:rFonts w:cs="Arial"/>
                <w:szCs w:val="20"/>
              </w:rPr>
              <w:t xml:space="preserve">  Press ctrl w.  </w:t>
            </w:r>
            <w:r w:rsidR="006E3C14">
              <w:rPr>
                <w:rFonts w:cs="Arial"/>
                <w:szCs w:val="20"/>
              </w:rPr>
              <w:t>Choose Yes.</w:t>
            </w:r>
          </w:p>
        </w:tc>
      </w:tr>
    </w:tbl>
    <w:p w14:paraId="499B2A20" w14:textId="77777777" w:rsidR="00E6279B" w:rsidRDefault="00E6279B"/>
    <w:p w14:paraId="499B2A29" w14:textId="77777777" w:rsidR="00E6279B" w:rsidRPr="008E6F0B" w:rsidRDefault="00E6279B" w:rsidP="00E6279B">
      <w:pPr>
        <w:spacing w:line="320" w:lineRule="atLeast"/>
        <w:rPr>
          <w:rFonts w:cs="Arial"/>
          <w:szCs w:val="20"/>
        </w:rPr>
      </w:pPr>
      <w:bookmarkStart w:id="0" w:name="_GoBack"/>
      <w:bookmarkEnd w:id="0"/>
    </w:p>
    <w:sectPr w:rsidR="00E6279B" w:rsidRPr="008E6F0B" w:rsidSect="00E6279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6290F" w14:textId="77777777" w:rsidR="00186712" w:rsidRDefault="00186712">
      <w:r>
        <w:separator/>
      </w:r>
    </w:p>
  </w:endnote>
  <w:endnote w:type="continuationSeparator" w:id="0">
    <w:p w14:paraId="2AF09315" w14:textId="77777777" w:rsidR="00186712" w:rsidRDefault="00186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NspireKeysC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B2A32" w14:textId="77777777" w:rsidR="0004620F" w:rsidRPr="00974CB0" w:rsidRDefault="0004620F" w:rsidP="00E6279B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cs="Arial"/>
        <w:sz w:val="16"/>
        <w:szCs w:val="16"/>
      </w:rPr>
    </w:pPr>
    <w:r>
      <w:rPr>
        <w:rFonts w:cs="Arial"/>
        <w:b/>
        <w:smallCaps/>
        <w:sz w:val="18"/>
        <w:szCs w:val="18"/>
      </w:rPr>
      <w:tab/>
    </w:r>
    <w:r w:rsidRPr="004B56E3">
      <w:rPr>
        <w:rStyle w:val="PageNumber"/>
        <w:rFonts w:cs="Arial"/>
        <w:b/>
        <w:sz w:val="18"/>
        <w:szCs w:val="18"/>
      </w:rPr>
      <w:fldChar w:fldCharType="begin"/>
    </w:r>
    <w:r w:rsidRPr="004B56E3">
      <w:rPr>
        <w:rStyle w:val="PageNumber"/>
        <w:rFonts w:cs="Arial"/>
        <w:b/>
        <w:sz w:val="18"/>
        <w:szCs w:val="18"/>
      </w:rPr>
      <w:instrText xml:space="preserve"> PAGE </w:instrText>
    </w:r>
    <w:r w:rsidRPr="004B56E3">
      <w:rPr>
        <w:rStyle w:val="PageNumber"/>
        <w:rFonts w:cs="Arial"/>
        <w:b/>
        <w:sz w:val="18"/>
        <w:szCs w:val="18"/>
      </w:rPr>
      <w:fldChar w:fldCharType="separate"/>
    </w:r>
    <w:r w:rsidR="0085471E">
      <w:rPr>
        <w:rStyle w:val="PageNumber"/>
        <w:rFonts w:cs="Arial"/>
        <w:b/>
        <w:noProof/>
        <w:sz w:val="18"/>
        <w:szCs w:val="18"/>
      </w:rPr>
      <w:t>2</w:t>
    </w:r>
    <w:r w:rsidRPr="004B56E3">
      <w:rPr>
        <w:rStyle w:val="PageNumber"/>
        <w:rFonts w:cs="Arial"/>
        <w:b/>
        <w:sz w:val="18"/>
        <w:szCs w:val="18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7EF75" w14:textId="77777777" w:rsidR="00186712" w:rsidRDefault="00186712">
      <w:r>
        <w:separator/>
      </w:r>
    </w:p>
  </w:footnote>
  <w:footnote w:type="continuationSeparator" w:id="0">
    <w:p w14:paraId="64CE75A3" w14:textId="77777777" w:rsidR="00186712" w:rsidRDefault="00186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B2A30" w14:textId="0846D62D" w:rsidR="0004620F" w:rsidRPr="00F24D88" w:rsidRDefault="00957BEA" w:rsidP="00E6279B">
    <w:pPr>
      <w:pStyle w:val="Header"/>
      <w:pBdr>
        <w:bottom w:val="single" w:sz="4" w:space="1" w:color="auto"/>
      </w:pBdr>
      <w:tabs>
        <w:tab w:val="clear" w:pos="4320"/>
        <w:tab w:val="clear" w:pos="8640"/>
        <w:tab w:val="left" w:pos="720"/>
        <w:tab w:val="right" w:pos="7200"/>
        <w:tab w:val="left" w:pos="9360"/>
      </w:tabs>
      <w:ind w:left="720" w:hanging="720"/>
      <w:rPr>
        <w:rFonts w:ascii="Arial" w:hAnsi="Arial" w:cs="Arial"/>
        <w:b/>
      </w:rPr>
    </w:pPr>
    <w:r w:rsidRPr="00F24D88">
      <w:rPr>
        <w:rFonts w:ascii="Arial" w:hAnsi="Arial" w:cs="Arial"/>
        <w:noProof/>
        <w:position w:val="-12"/>
        <w:sz w:val="32"/>
        <w:szCs w:val="32"/>
      </w:rPr>
      <w:drawing>
        <wp:inline distT="0" distB="0" distL="0" distR="0" wp14:anchorId="499B2A33" wp14:editId="499B2A34">
          <wp:extent cx="304800" cy="285750"/>
          <wp:effectExtent l="0" t="0" r="0" b="0"/>
          <wp:docPr id="50" name="Picture 50" descr="T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TI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620F" w:rsidRPr="00F24D88">
      <w:rPr>
        <w:rFonts w:ascii="Arial" w:hAnsi="Arial" w:cs="Arial"/>
        <w:position w:val="-12"/>
        <w:sz w:val="32"/>
        <w:szCs w:val="32"/>
      </w:rPr>
      <w:t xml:space="preserve"> </w:t>
    </w:r>
    <w:r w:rsidR="0004620F" w:rsidRPr="00F24D88">
      <w:rPr>
        <w:rFonts w:ascii="Arial" w:hAnsi="Arial" w:cs="Arial"/>
        <w:position w:val="-12"/>
        <w:sz w:val="32"/>
        <w:szCs w:val="32"/>
      </w:rPr>
      <w:tab/>
    </w:r>
    <w:r w:rsidR="0004620F" w:rsidRPr="00F24D88">
      <w:rPr>
        <w:rFonts w:ascii="Arial" w:hAnsi="Arial" w:cs="Arial"/>
        <w:b/>
        <w:sz w:val="28"/>
        <w:szCs w:val="28"/>
      </w:rPr>
      <w:t>Transformations of Functions</w:t>
    </w:r>
    <w:r w:rsidR="0004620F" w:rsidRPr="00F24D88">
      <w:rPr>
        <w:rFonts w:ascii="Arial" w:hAnsi="Arial" w:cs="Arial"/>
        <w:b/>
        <w:sz w:val="32"/>
        <w:szCs w:val="32"/>
      </w:rPr>
      <w:tab/>
    </w:r>
    <w:r w:rsidR="0085471E">
      <w:rPr>
        <w:rFonts w:ascii="Arial" w:hAnsi="Arial" w:cs="Arial"/>
        <w:b/>
      </w:rPr>
      <w:t>Mathematician</w:t>
    </w:r>
    <w:r w:rsidR="0004620F" w:rsidRPr="00F24D88">
      <w:rPr>
        <w:rFonts w:ascii="Arial" w:hAnsi="Arial" w:cs="Arial"/>
        <w:b/>
      </w:rPr>
      <w:t xml:space="preserve"> </w:t>
    </w:r>
    <w:r w:rsidR="0004620F" w:rsidRPr="00F24D88">
      <w:rPr>
        <w:rFonts w:ascii="Arial" w:hAnsi="Arial" w:cs="Arial"/>
        <w:b/>
        <w:u w:val="single"/>
      </w:rPr>
      <w:tab/>
    </w:r>
    <w:r w:rsidR="0004620F" w:rsidRPr="00F24D88">
      <w:rPr>
        <w:rFonts w:ascii="Arial" w:hAnsi="Arial" w:cs="Arial"/>
        <w:b/>
        <w:sz w:val="32"/>
        <w:szCs w:val="32"/>
      </w:rPr>
      <w:br/>
    </w:r>
    <w:r w:rsidR="0004620F" w:rsidRPr="00F24D88">
      <w:rPr>
        <w:rFonts w:ascii="Arial" w:hAnsi="Arial" w:cs="Arial"/>
        <w:b/>
      </w:rPr>
      <w:t>Student Activity</w:t>
    </w:r>
    <w:r w:rsidR="00EC77B9">
      <w:rPr>
        <w:rFonts w:ascii="Arial" w:hAnsi="Arial" w:cs="Arial"/>
        <w:b/>
      </w:rPr>
      <w:t xml:space="preserve">  </w:t>
    </w:r>
    <w:r w:rsidRPr="00EC77B9">
      <w:rPr>
        <w:rFonts w:ascii="Arial" w:hAnsi="Arial" w:cs="Arial"/>
        <w:b/>
        <w:noProof/>
        <w:position w:val="-12"/>
      </w:rPr>
      <w:drawing>
        <wp:inline distT="0" distB="0" distL="0" distR="0" wp14:anchorId="499B2A35" wp14:editId="499B2A36">
          <wp:extent cx="685800" cy="276225"/>
          <wp:effectExtent l="0" t="0" r="0" b="9525"/>
          <wp:docPr id="51" name="Picture 51" descr="HH_SW_Tablet_ico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HH_SW_Tablet_icon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620F" w:rsidRPr="00F24D88">
      <w:rPr>
        <w:rFonts w:ascii="Arial" w:hAnsi="Arial" w:cs="Arial"/>
        <w:b/>
      </w:rPr>
      <w:tab/>
      <w:t xml:space="preserve">Class </w:t>
    </w:r>
    <w:r w:rsidR="0004620F" w:rsidRPr="00F24D88">
      <w:rPr>
        <w:rFonts w:ascii="Arial" w:hAnsi="Arial" w:cs="Arial"/>
        <w:b/>
        <w:u w:val="single"/>
      </w:rPr>
      <w:tab/>
    </w:r>
  </w:p>
  <w:p w14:paraId="499B2A31" w14:textId="77777777" w:rsidR="0004620F" w:rsidRPr="00F24D88" w:rsidRDefault="0004620F" w:rsidP="00E6279B">
    <w:pPr>
      <w:pStyle w:val="Header"/>
      <w:tabs>
        <w:tab w:val="clear" w:pos="8640"/>
        <w:tab w:val="right" w:pos="9360"/>
      </w:tabs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C610A"/>
    <w:multiLevelType w:val="hybridMultilevel"/>
    <w:tmpl w:val="BB0C50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15DBE"/>
    <w:multiLevelType w:val="hybridMultilevel"/>
    <w:tmpl w:val="E5EC201E"/>
    <w:lvl w:ilvl="0" w:tplc="897E488E">
      <w:start w:val="2"/>
      <w:numFmt w:val="lowerLetter"/>
      <w:lvlText w:val="%1."/>
      <w:lvlJc w:val="left"/>
      <w:pPr>
        <w:tabs>
          <w:tab w:val="num" w:pos="0"/>
        </w:tabs>
        <w:ind w:left="390" w:hanging="360"/>
      </w:pPr>
      <w:rPr>
        <w:rFonts w:hint="default"/>
        <w:b w:val="0"/>
      </w:rPr>
    </w:lvl>
    <w:lvl w:ilvl="1" w:tplc="D744F482">
      <w:start w:val="1"/>
      <w:numFmt w:val="decimal"/>
      <w:lvlText w:val="%2."/>
      <w:lvlJc w:val="left"/>
      <w:pPr>
        <w:tabs>
          <w:tab w:val="num" w:pos="0"/>
        </w:tabs>
        <w:ind w:left="288" w:hanging="28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5118B8"/>
    <w:multiLevelType w:val="hybridMultilevel"/>
    <w:tmpl w:val="AACA8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EA6A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E871C8"/>
    <w:multiLevelType w:val="hybridMultilevel"/>
    <w:tmpl w:val="6D887706"/>
    <w:lvl w:ilvl="0" w:tplc="29B685E8">
      <w:start w:val="1"/>
      <w:numFmt w:val="decimal"/>
      <w:lvlText w:val="%1."/>
      <w:lvlJc w:val="left"/>
      <w:pPr>
        <w:tabs>
          <w:tab w:val="num" w:pos="0"/>
        </w:tabs>
        <w:ind w:left="288" w:hanging="288"/>
      </w:pPr>
      <w:rPr>
        <w:rFonts w:hint="default"/>
        <w:b w:val="0"/>
      </w:rPr>
    </w:lvl>
    <w:lvl w:ilvl="1" w:tplc="207A380C">
      <w:start w:val="1"/>
      <w:numFmt w:val="lowerLetter"/>
      <w:lvlText w:val="%2."/>
      <w:lvlJc w:val="left"/>
      <w:pPr>
        <w:tabs>
          <w:tab w:val="num" w:pos="0"/>
        </w:tabs>
        <w:ind w:left="288" w:hanging="28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E86585"/>
    <w:multiLevelType w:val="hybridMultilevel"/>
    <w:tmpl w:val="84505664"/>
    <w:lvl w:ilvl="0" w:tplc="21A62804">
      <w:start w:val="4"/>
      <w:numFmt w:val="decimal"/>
      <w:lvlText w:val="%1."/>
      <w:lvlJc w:val="left"/>
      <w:pPr>
        <w:tabs>
          <w:tab w:val="num" w:pos="30"/>
        </w:tabs>
        <w:ind w:left="318" w:hanging="288"/>
      </w:pPr>
      <w:rPr>
        <w:rFonts w:hint="default"/>
        <w:b w:val="0"/>
      </w:rPr>
    </w:lvl>
    <w:lvl w:ilvl="1" w:tplc="2520A3E2">
      <w:start w:val="1"/>
      <w:numFmt w:val="lowerLetter"/>
      <w:lvlText w:val="%2."/>
      <w:lvlJc w:val="left"/>
      <w:pPr>
        <w:tabs>
          <w:tab w:val="num" w:pos="1080"/>
        </w:tabs>
        <w:ind w:left="1368" w:hanging="28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0D63AE"/>
    <w:multiLevelType w:val="hybridMultilevel"/>
    <w:tmpl w:val="0786FACA"/>
    <w:lvl w:ilvl="0" w:tplc="AE72BC9A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450"/>
    <w:rsid w:val="00022953"/>
    <w:rsid w:val="0004620F"/>
    <w:rsid w:val="000530F0"/>
    <w:rsid w:val="00053E1C"/>
    <w:rsid w:val="000756AB"/>
    <w:rsid w:val="000F73FE"/>
    <w:rsid w:val="001773D1"/>
    <w:rsid w:val="00186712"/>
    <w:rsid w:val="00201593"/>
    <w:rsid w:val="00211A1C"/>
    <w:rsid w:val="00227237"/>
    <w:rsid w:val="002534A2"/>
    <w:rsid w:val="00281EA1"/>
    <w:rsid w:val="002A2565"/>
    <w:rsid w:val="002D1404"/>
    <w:rsid w:val="003472D4"/>
    <w:rsid w:val="00360DB3"/>
    <w:rsid w:val="003B06C7"/>
    <w:rsid w:val="00434283"/>
    <w:rsid w:val="004C3008"/>
    <w:rsid w:val="004C75B1"/>
    <w:rsid w:val="004D4B8F"/>
    <w:rsid w:val="004F1D90"/>
    <w:rsid w:val="004F50D1"/>
    <w:rsid w:val="00560951"/>
    <w:rsid w:val="005837CB"/>
    <w:rsid w:val="00585FBF"/>
    <w:rsid w:val="00613A13"/>
    <w:rsid w:val="006161D0"/>
    <w:rsid w:val="006412A3"/>
    <w:rsid w:val="0067139B"/>
    <w:rsid w:val="006A442D"/>
    <w:rsid w:val="006E3C14"/>
    <w:rsid w:val="00701ADA"/>
    <w:rsid w:val="007508D5"/>
    <w:rsid w:val="007569AE"/>
    <w:rsid w:val="00757385"/>
    <w:rsid w:val="00760374"/>
    <w:rsid w:val="00792B0F"/>
    <w:rsid w:val="007D1BA8"/>
    <w:rsid w:val="007F6FB7"/>
    <w:rsid w:val="00826146"/>
    <w:rsid w:val="008310E8"/>
    <w:rsid w:val="0085471E"/>
    <w:rsid w:val="00893EAB"/>
    <w:rsid w:val="008B3B90"/>
    <w:rsid w:val="008C75ED"/>
    <w:rsid w:val="008E3B57"/>
    <w:rsid w:val="00951DB9"/>
    <w:rsid w:val="00954450"/>
    <w:rsid w:val="00957BEA"/>
    <w:rsid w:val="00962EB3"/>
    <w:rsid w:val="00992EC9"/>
    <w:rsid w:val="009A024F"/>
    <w:rsid w:val="009A7FF8"/>
    <w:rsid w:val="009D5470"/>
    <w:rsid w:val="00A44388"/>
    <w:rsid w:val="00A76EF2"/>
    <w:rsid w:val="00B920BF"/>
    <w:rsid w:val="00C602ED"/>
    <w:rsid w:val="00CA3500"/>
    <w:rsid w:val="00CB48E2"/>
    <w:rsid w:val="00CC3CDD"/>
    <w:rsid w:val="00CF0A37"/>
    <w:rsid w:val="00D46275"/>
    <w:rsid w:val="00DC6B0B"/>
    <w:rsid w:val="00DD73EA"/>
    <w:rsid w:val="00DE4F77"/>
    <w:rsid w:val="00DF40D4"/>
    <w:rsid w:val="00E07917"/>
    <w:rsid w:val="00E27927"/>
    <w:rsid w:val="00E6279B"/>
    <w:rsid w:val="00EC1521"/>
    <w:rsid w:val="00EC77B9"/>
    <w:rsid w:val="00EF58BE"/>
    <w:rsid w:val="00F24D88"/>
    <w:rsid w:val="00F7307F"/>
    <w:rsid w:val="00F73AAE"/>
    <w:rsid w:val="00F970B0"/>
    <w:rsid w:val="00FF64F9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9B29D9"/>
  <w15:chartTrackingRefBased/>
  <w15:docId w15:val="{BBFFE476-5D02-49C0-B2A2-3A7422D8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E7BA3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6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E6F0B"/>
    <w:pPr>
      <w:tabs>
        <w:tab w:val="center" w:pos="4320"/>
        <w:tab w:val="right" w:pos="8640"/>
      </w:tabs>
    </w:pPr>
    <w:rPr>
      <w:rFonts w:ascii="Times New Roman" w:hAnsi="Times New Roman"/>
      <w:sz w:val="24"/>
    </w:rPr>
  </w:style>
  <w:style w:type="paragraph" w:styleId="Footer">
    <w:name w:val="footer"/>
    <w:basedOn w:val="Normal"/>
    <w:rsid w:val="008E6F0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C0D1D"/>
  </w:style>
  <w:style w:type="paragraph" w:styleId="ListParagraph">
    <w:name w:val="List Paragraph"/>
    <w:basedOn w:val="Normal"/>
    <w:qFormat/>
    <w:rsid w:val="005F11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semiHidden/>
    <w:rsid w:val="00201391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55013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970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eth_TI\2010\Johnston%20Files\Author%20Templates%20April%2013%202010\Studen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309D862F89940B77C299BDFF01ADB" ma:contentTypeVersion="37" ma:contentTypeDescription="Create a new document." ma:contentTypeScope="" ma:versionID="673f2f4acc51b7607156f33d59c04a41">
  <xsd:schema xmlns:xsd="http://www.w3.org/2001/XMLSchema" xmlns:xs="http://www.w3.org/2001/XMLSchema" xmlns:p="http://schemas.microsoft.com/office/2006/metadata/properties" xmlns:ns2="0ee5bb79-0c6e-44d5-8e05-fb721b580818" targetNamespace="http://schemas.microsoft.com/office/2006/metadata/properties" ma:root="true" ma:fieldsID="e71a22e6343878bb8a6fa3e75471e789" ns2:_="">
    <xsd:import namespace="0ee5bb79-0c6e-44d5-8e05-fb721b580818"/>
    <xsd:element name="properties">
      <xsd:complexType>
        <xsd:sequence>
          <xsd:element name="documentManagement">
            <xsd:complexType>
              <xsd:all>
                <xsd:element ref="ns2:Activity_x0020_Title"/>
                <xsd:element ref="ns2:Component"/>
                <xsd:element ref="ns2:Status"/>
                <xsd:element ref="ns2:No_x002e__x0020_of_x0020_pages" minOccurs="0"/>
                <xsd:element ref="ns2:End_x0020_User" minOccurs="0"/>
                <xsd:element ref="ns2:PD_x0020_Workshop_x0028_s_x0029_" minOccurs="0"/>
                <xsd:element ref="ns2:Notes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5bb79-0c6e-44d5-8e05-fb721b580818" elementFormDefault="qualified">
    <xsd:import namespace="http://schemas.microsoft.com/office/2006/documentManagement/types"/>
    <xsd:import namespace="http://schemas.microsoft.com/office/infopath/2007/PartnerControls"/>
    <xsd:element name="Activity_x0020_Title" ma:index="1" ma:displayName="Activity Title" ma:indexed="true" ma:list="{6ab5589b-2391-45d3-966a-b073a58c566e}" ma:internalName="Activity_x0020_Title" ma:showField="Title">
      <xsd:simpleType>
        <xsd:restriction base="dms:Lookup"/>
      </xsd:simpleType>
    </xsd:element>
    <xsd:element name="Component" ma:index="2" ma:displayName="Component" ma:format="Dropdown" ma:internalName="Component">
      <xsd:simpleType>
        <xsd:restriction base="dms:Choice">
          <xsd:enumeration value="Student Activity"/>
          <xsd:enumeration value="Teacher Notes"/>
          <xsd:enumeration value="Create Notes"/>
          <xsd:enumeration value="Instructor Notes"/>
          <xsd:enumeration value="TNS"/>
          <xsd:enumeration value="TNS Assessment"/>
          <xsd:enumeration value="TNS Solution"/>
          <xsd:enumeration value="TNSP"/>
          <xsd:enumeration value="Preview Video"/>
          <xsd:enumeration value="Other"/>
        </xsd:restriction>
      </xsd:simpleType>
    </xsd:element>
    <xsd:element name="Status" ma:index="3" ma:displayName="Status" ma:format="Dropdown" ma:internalName="Status">
      <xsd:simpleType>
        <xsd:restriction base="dms:Choice">
          <xsd:enumeration value="1. Original manuscript"/>
          <xsd:enumeration value="2. Reviewed"/>
          <xsd:enumeration value="3. Revised"/>
          <xsd:enumeration value="4. TI approved"/>
          <xsd:enumeration value="5. Checked out for editing"/>
          <xsd:enumeration value="6. Editing complete"/>
          <xsd:enumeration value="7. Editing revisions"/>
          <xsd:enumeration value="8. Final check"/>
          <xsd:enumeration value="9. Ready to PDF"/>
          <xsd:enumeration value="10. Complete"/>
        </xsd:restriction>
      </xsd:simpleType>
    </xsd:element>
    <xsd:element name="No_x002e__x0020_of_x0020_pages" ma:index="4" nillable="true" ma:displayName="No. of pages" ma:default="1" ma:format="Dropdown" ma:internalName="No_x002e__x0020_of_x0020_pages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10"/>
          <xsd:enumeration value="11"/>
          <xsd:enumeration value="12"/>
          <xsd:enumeration value="13"/>
          <xsd:enumeration value="14"/>
          <xsd:enumeration value="15"/>
          <xsd:enumeration value="16"/>
          <xsd:enumeration value="17"/>
          <xsd:enumeration value="18"/>
          <xsd:enumeration value="19"/>
          <xsd:enumeration value="20"/>
          <xsd:enumeration value="21"/>
          <xsd:enumeration value="22"/>
          <xsd:enumeration value="23"/>
          <xsd:enumeration value="24"/>
          <xsd:enumeration value="25"/>
          <xsd:enumeration value="26"/>
          <xsd:enumeration value="27"/>
          <xsd:enumeration value="28"/>
          <xsd:enumeration value="29"/>
          <xsd:enumeration value="30"/>
          <xsd:enumeration value="31"/>
          <xsd:enumeration value="32"/>
          <xsd:enumeration value="33"/>
          <xsd:enumeration value="34"/>
          <xsd:enumeration value="35"/>
          <xsd:enumeration value="36"/>
          <xsd:enumeration value="37"/>
          <xsd:enumeration value="38"/>
          <xsd:enumeration value="39"/>
          <xsd:enumeration value="40"/>
          <xsd:enumeration value="41"/>
          <xsd:enumeration value="42"/>
          <xsd:enumeration value="43"/>
          <xsd:enumeration value="44"/>
          <xsd:enumeration value="45"/>
          <xsd:enumeration value="46"/>
          <xsd:enumeration value="47"/>
          <xsd:enumeration value="48"/>
          <xsd:enumeration value="49"/>
          <xsd:enumeration value="50"/>
          <xsd:enumeration value="51"/>
          <xsd:enumeration value="52"/>
          <xsd:enumeration value="53"/>
          <xsd:enumeration value="54"/>
          <xsd:enumeration value="55"/>
          <xsd:enumeration value="56"/>
          <xsd:enumeration value="57"/>
          <xsd:enumeration value="58"/>
          <xsd:enumeration value="59"/>
          <xsd:enumeration value="60"/>
          <xsd:enumeration value="61"/>
          <xsd:enumeration value="62"/>
          <xsd:enumeration value="63"/>
          <xsd:enumeration value="64"/>
          <xsd:enumeration value="65"/>
          <xsd:enumeration value="66"/>
          <xsd:enumeration value="67"/>
          <xsd:enumeration value="68"/>
          <xsd:enumeration value="69"/>
          <xsd:enumeration value="70"/>
          <xsd:enumeration value="71"/>
          <xsd:enumeration value="72"/>
          <xsd:enumeration value="73"/>
          <xsd:enumeration value="74"/>
          <xsd:enumeration value="75"/>
          <xsd:enumeration value="76"/>
          <xsd:enumeration value="77"/>
          <xsd:enumeration value="78"/>
          <xsd:enumeration value="79"/>
          <xsd:enumeration value="80"/>
          <xsd:enumeration value="81"/>
          <xsd:enumeration value="82"/>
          <xsd:enumeration value="83"/>
          <xsd:enumeration value="84"/>
          <xsd:enumeration value="85"/>
          <xsd:enumeration value="86"/>
          <xsd:enumeration value="87"/>
          <xsd:enumeration value="88"/>
          <xsd:enumeration value="89"/>
          <xsd:enumeration value="90"/>
          <xsd:enumeration value="91"/>
          <xsd:enumeration value="92"/>
          <xsd:enumeration value="93"/>
          <xsd:enumeration value="94"/>
          <xsd:enumeration value="95"/>
          <xsd:enumeration value="96"/>
          <xsd:enumeration value="97"/>
          <xsd:enumeration value="98"/>
          <xsd:enumeration value="99"/>
        </xsd:restriction>
      </xsd:simpleType>
    </xsd:element>
    <xsd:element name="End_x0020_User" ma:index="5" nillable="true" ma:displayName="End User" ma:internalName="End_x0020_Us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tudent"/>
                    <xsd:enumeration value="Teacher"/>
                    <xsd:enumeration value="PD Participant"/>
                    <xsd:enumeration value="PD Instructor"/>
                    <xsd:enumeration value="PD TNS .zip"/>
                  </xsd:restriction>
                </xsd:simpleType>
              </xsd:element>
            </xsd:sequence>
          </xsd:extension>
        </xsd:complexContent>
      </xsd:complexType>
    </xsd:element>
    <xsd:element name="PD_x0020_Workshop_x0028_s_x0029_" ma:index="6" nillable="true" ma:displayName="PD Workshop(s):" ma:list="{fc67d81f-904b-4b2e-b30a-093e6dfce6f3}" ma:internalName="PD_x0020_Workshop_x0028_s_x0029_" ma:showField="Abbreviated_x0020_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otes0" ma:index="14" nillable="true" ma:displayName="Notes" ma:internalName="Notes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nd_x0020_User xmlns="0ee5bb79-0c6e-44d5-8e05-fb721b580818">
      <Value>Student</Value>
    </End_x0020_User>
    <Notes0 xmlns="0ee5bb79-0c6e-44d5-8e05-fb721b580818" xsi:nil="true"/>
    <Status xmlns="0ee5bb79-0c6e-44d5-8e05-fb721b580818">9. Ready to PDF</Status>
    <Activity_x0020_Title xmlns="0ee5bb79-0c6e-44d5-8e05-fb721b580818">84</Activity_x0020_Title>
    <PD_x0020_Workshop_x0028_s_x0029_ xmlns="0ee5bb79-0c6e-44d5-8e05-fb721b580818"/>
    <No_x002e__x0020_of_x0020_pages xmlns="0ee5bb79-0c6e-44d5-8e05-fb721b580818">1</No_x002e__x0020_of_x0020_pages>
    <Component xmlns="0ee5bb79-0c6e-44d5-8e05-fb721b580818">Student Activity</Component>
  </documentManagement>
</p:properties>
</file>

<file path=customXml/itemProps1.xml><?xml version="1.0" encoding="utf-8"?>
<ds:datastoreItem xmlns:ds="http://schemas.openxmlformats.org/officeDocument/2006/customXml" ds:itemID="{E3D00F14-8932-45BA-A82B-C930007FE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5bb79-0c6e-44d5-8e05-fb721b580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7E55D7-A9E0-47E1-8DC4-6B8BBEDC6DD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3389AEE-EB7F-4FD6-8337-5BF25F78F7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BD87B-0834-402A-8F1C-8722A528D37D}">
  <ds:schemaRefs>
    <ds:schemaRef ds:uri="http://schemas.microsoft.com/office/2006/metadata/properties"/>
    <ds:schemaRef ds:uri="http://schemas.microsoft.com/office/infopath/2007/PartnerControls"/>
    <ds:schemaRef ds:uri="0ee5bb79-0c6e-44d5-8e05-fb721b5808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Template</Template>
  <TotalTime>27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of lesson</vt:lpstr>
    </vt:vector>
  </TitlesOfParts>
  <Company>Quarasan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of lesson</dc:title>
  <dc:subject/>
  <dc:creator>Elizabeth S Bowen</dc:creator>
  <cp:keywords/>
  <cp:lastModifiedBy>Jennifer Kelly</cp:lastModifiedBy>
  <cp:revision>28</cp:revision>
  <cp:lastPrinted>2011-07-11T16:54:00Z</cp:lastPrinted>
  <dcterms:created xsi:type="dcterms:W3CDTF">2018-06-13T15:14:00Z</dcterms:created>
  <dcterms:modified xsi:type="dcterms:W3CDTF">2018-06-13T15:41:00Z</dcterms:modified>
</cp:coreProperties>
</file>